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6A" w:rsidRDefault="00A93F6A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A93F6A" w:rsidRDefault="00A93F6A">
      <w:pPr>
        <w:jc w:val="right"/>
        <w:rPr>
          <w:rFonts w:ascii="Arial" w:hAnsi="Arial" w:cs="Arial"/>
          <w:sz w:val="20"/>
          <w:szCs w:val="20"/>
        </w:rPr>
      </w:pPr>
    </w:p>
    <w:p w:rsidR="00A93F6A" w:rsidRDefault="00A93F6A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ZAKRES ZADAŃ , UPRAWNIEŃ I ODPOWIEDZIALNOŚCI SŁUŻBOWEJ</w:t>
      </w:r>
    </w:p>
    <w:p w:rsidR="00A93F6A" w:rsidRDefault="00A93F6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DYSPOZYTORA ZESPOŁÓW WYJAZDOWYCH SOR</w:t>
      </w:r>
    </w:p>
    <w:p w:rsidR="00A93F6A" w:rsidRDefault="00A93F6A">
      <w:pPr>
        <w:jc w:val="center"/>
        <w:rPr>
          <w:rFonts w:ascii="Arial" w:hAnsi="Arial" w:cs="Arial"/>
          <w:sz w:val="20"/>
          <w:szCs w:val="20"/>
        </w:rPr>
      </w:pPr>
    </w:p>
    <w:p w:rsidR="00A93F6A" w:rsidRDefault="00A93F6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</w:t>
      </w:r>
    </w:p>
    <w:p w:rsidR="00A93F6A" w:rsidRDefault="00A93F6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Podległość służbowa</w:t>
      </w:r>
    </w:p>
    <w:p w:rsidR="00A93F6A" w:rsidRDefault="00A93F6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Dyspozytor w czasie pełnienia dyżuru podlega lekarzowi dyżurnemu w Zespołach Wyjazdowych, natomiast służbowo Pielęgniarce Oddziałowej.</w:t>
      </w:r>
    </w:p>
    <w:p w:rsidR="00A93F6A" w:rsidRDefault="00A93F6A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§ 2</w:t>
      </w:r>
    </w:p>
    <w:p w:rsidR="00A93F6A" w:rsidRDefault="00A93F6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Zadania i obowiązki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Dyspozytor przystępuje do pracy w oparciu o harmonogram pracy 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razie niemożności stawienia się do pracy – dyspozytor powinien jak najwcześniej powiadomić o tym Pielęgniarkę Oddziałową.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Prawidłowe przyjęcie dyżuru:</w:t>
      </w:r>
    </w:p>
    <w:p w:rsidR="00A93F6A" w:rsidRDefault="00A93F6A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uzgodnienie z dyspozytorem kończącym dyżur treści raportu,</w:t>
      </w:r>
    </w:p>
    <w:p w:rsidR="00A93F6A" w:rsidRDefault="00A93F6A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sprawdzenie czy pracownicy z poprzedniej zmiany przekazali swoje stanowiska pracy, zapoznanie się ze składem osobowym personelu obejmującego dyżur w Zespołach Wyjazdowych.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Koordynowanie pracy Zespołów Wyjazdowych; przyjmowanie zgłoszeń wypadków i nagłych zachorowań (dokładne określenie adresu / miejsca wypadku, zachorowania).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Zlecenie wyjazdu Zespołowi Wyjazdowemu.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Dopilnowanie przestrzegania obowiązku natychmiastowego wyjazdu po przekazaniu zlecenia lekarzowi Zespołu Wyjazdowego.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Nadzór nad pracą Zespołów Wyjazdowych.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Właściwe wykorzystanie środków łączności.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Prawidłowe i staranne prowadzenie obowiązującej dokumentacji.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Niezwłoczne zawiadomienie lekarza dyżurnego o konieczności dokonania czynności przekraczających zakres uprawnień dyspozytora.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Aktywne uczestniczenie w zaplanowanych szkoleniach wewnątrzoddziałowych.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Wykonywanie powierzonych zadań zgodnie z posiadanymi kompetencjami i zasadami etyki zawodowej.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Przestrzeganie tajemnicy zawodowej i służbowej.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Wykazywanie życzliwego i taktownego stosunku do pacjentów i ich rodzin oraz wobec współpracowników.</w:t>
      </w:r>
    </w:p>
    <w:p w:rsidR="00A93F6A" w:rsidRDefault="00A93F6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Wykonywanie poleceń Ordynatora, lekarza dyżurnego, Pielęgniarki Oddziałowej – będących w zakresie kompetencji dyspozytora, a nie objętych niniejszym dokumentem.</w:t>
      </w:r>
    </w:p>
    <w:p w:rsidR="00A93F6A" w:rsidRDefault="00A93F6A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</w:p>
    <w:p w:rsidR="00A93F6A" w:rsidRDefault="00A93F6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3</w:t>
      </w:r>
    </w:p>
    <w:p w:rsidR="00A93F6A" w:rsidRDefault="00A93F6A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Dyspozytor ma prawo do:</w:t>
      </w:r>
    </w:p>
    <w:p w:rsidR="00A93F6A" w:rsidRDefault="00A93F6A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zgłaszania Pielęgniarce Oddziałowej napotkanych trudności w realizacji zadań,</w:t>
      </w:r>
    </w:p>
    <w:p w:rsidR="00A93F6A" w:rsidRDefault="00A93F6A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wnioskowania o ewentualne uprawnienia w zakresie organizacji stanowisk pracy,</w:t>
      </w:r>
    </w:p>
    <w:p w:rsidR="00A93F6A" w:rsidRDefault="00A93F6A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podnoszenia kwalifikacji zawodowych.</w:t>
      </w:r>
    </w:p>
    <w:p w:rsidR="00A93F6A" w:rsidRDefault="00A93F6A">
      <w:pPr>
        <w:jc w:val="center"/>
        <w:rPr>
          <w:rFonts w:ascii="Arial" w:hAnsi="Arial" w:cs="Arial"/>
          <w:sz w:val="20"/>
          <w:szCs w:val="20"/>
        </w:rPr>
      </w:pPr>
    </w:p>
    <w:p w:rsidR="00A93F6A" w:rsidRDefault="00A93F6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</w:t>
      </w:r>
    </w:p>
    <w:p w:rsidR="00A93F6A" w:rsidRDefault="00A93F6A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Dyspozytor ponosi odpowiedzialność za prawidłową, zgodną z obowiązującymi przepisami realizację powierzonych obowiązków i poleceń służbowych.</w:t>
      </w:r>
    </w:p>
    <w:p w:rsidR="00A93F6A" w:rsidRDefault="00A93F6A">
      <w:pPr>
        <w:jc w:val="both"/>
        <w:rPr>
          <w:rFonts w:ascii="Arial" w:hAnsi="Arial" w:cs="Arial"/>
          <w:sz w:val="20"/>
          <w:szCs w:val="20"/>
        </w:rPr>
      </w:pPr>
    </w:p>
    <w:sectPr w:rsidR="00A93F6A" w:rsidSect="00A93F6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50CAD"/>
    <w:multiLevelType w:val="hybridMultilevel"/>
    <w:tmpl w:val="8E66637C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/>
      </w:rPr>
    </w:lvl>
  </w:abstractNum>
  <w:abstractNum w:abstractNumId="1">
    <w:nsid w:val="5DD0494C"/>
    <w:multiLevelType w:val="hybridMultilevel"/>
    <w:tmpl w:val="8A4AC02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CB4820F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F6A"/>
    <w:rsid w:val="00A9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313</Words>
  <Characters>1789</Characters>
  <Application>Microsoft Office Outlook</Application>
  <DocSecurity>0</DocSecurity>
  <Lines>0</Lines>
  <Paragraphs>0</Paragraphs>
  <ScaleCrop>false</ScaleCrop>
  <Company>SPZOZ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Grabicki</dc:creator>
  <cp:keywords/>
  <dc:description/>
  <cp:lastModifiedBy>Kadry</cp:lastModifiedBy>
  <cp:revision>3</cp:revision>
  <dcterms:created xsi:type="dcterms:W3CDTF">2014-06-10T08:09:00Z</dcterms:created>
  <dcterms:modified xsi:type="dcterms:W3CDTF">2014-06-10T09:18:00Z</dcterms:modified>
</cp:coreProperties>
</file>